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3BF" w:rsidRPr="00325421" w:rsidRDefault="00325421" w:rsidP="00325421">
      <w:pPr>
        <w:pStyle w:val="Heading1"/>
        <w:rPr>
          <w:sz w:val="18"/>
          <w:szCs w:val="18"/>
        </w:rPr>
      </w:pPr>
      <w:r>
        <w:t xml:space="preserve">                   </w:t>
      </w:r>
      <w:r>
        <w:tab/>
        <w:t>GREEN</w:t>
      </w:r>
    </w:p>
    <w:p w:rsidR="006C735A" w:rsidRDefault="00325421" w:rsidP="00325421">
      <w:r>
        <w:t xml:space="preserve">Green is </w:t>
      </w:r>
      <w:r w:rsidR="006C735A">
        <w:t>like a new leaf on a kauri tree,</w:t>
      </w:r>
    </w:p>
    <w:p w:rsidR="006C735A" w:rsidRDefault="006C735A" w:rsidP="00325421">
      <w:proofErr w:type="gramStart"/>
      <w:r>
        <w:t>green</w:t>
      </w:r>
      <w:proofErr w:type="gramEnd"/>
      <w:r>
        <w:t xml:space="preserve"> is the colour of the environment,</w:t>
      </w:r>
    </w:p>
    <w:p w:rsidR="006C735A" w:rsidRDefault="006C735A" w:rsidP="00325421">
      <w:proofErr w:type="gramStart"/>
      <w:r>
        <w:t>it</w:t>
      </w:r>
      <w:proofErr w:type="gramEnd"/>
      <w:r>
        <w:t xml:space="preserve"> smells like fresh new grass,</w:t>
      </w:r>
    </w:p>
    <w:p w:rsidR="006C735A" w:rsidRPr="00325421" w:rsidRDefault="006C735A" w:rsidP="00325421">
      <w:r>
        <w:t>it is the colour of a dark shady forest way up in the distance.</w:t>
      </w:r>
      <w:bookmarkStart w:id="0" w:name="_GoBack"/>
      <w:bookmarkEnd w:id="0"/>
    </w:p>
    <w:sectPr w:rsidR="006C735A" w:rsidRPr="003254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21"/>
    <w:rsid w:val="00193654"/>
    <w:rsid w:val="00325421"/>
    <w:rsid w:val="006C735A"/>
    <w:rsid w:val="00B2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4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4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3254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4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4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3254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3D6FED91</Template>
  <TotalTime>18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2011-04-06T23:40:00Z</dcterms:created>
  <dcterms:modified xsi:type="dcterms:W3CDTF">2011-04-06T23:58:00Z</dcterms:modified>
</cp:coreProperties>
</file>